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957481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E87280">
        <w:rPr>
          <w:rFonts w:ascii="Verdana" w:eastAsia="Verdana" w:hAnsi="Verdana" w:cs="Times New Roman"/>
          <w:b/>
        </w:rPr>
        <w:t>7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>OŚWIADCZENIE W SPRAWIE DYSPONOWANIA OSOBAMI (RBM)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6F452D4F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POST/DYS/OLD/GZ/0</w:t>
      </w:r>
      <w:r w:rsidR="002C77CB">
        <w:rPr>
          <w:rFonts w:cstheme="minorHAnsi"/>
          <w:lang w:eastAsia="pl-PL"/>
        </w:rPr>
        <w:t>4</w:t>
      </w:r>
      <w:r w:rsidR="00E05E2C">
        <w:rPr>
          <w:rFonts w:cstheme="minorHAnsi"/>
          <w:lang w:eastAsia="pl-PL"/>
        </w:rPr>
        <w:t>435</w:t>
      </w:r>
      <w:r w:rsidR="00B62B74" w:rsidRPr="00B62B74">
        <w:rPr>
          <w:rFonts w:cstheme="minorHAnsi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E05E2C" w:rsidRPr="00E05E2C">
        <w:rPr>
          <w:rFonts w:cstheme="minorHAnsi"/>
          <w:lang w:eastAsia="pl-PL"/>
        </w:rPr>
        <w:t>Wykonanie dokumentacji projektowej i robót budowlanych w branży elektroenergetycznej w stacjach 110/15 kV, w RE Bełchatów i RE Piotrków Trybunalski w podziale na 3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0DCA66EE" w14:textId="77777777" w:rsidR="00E05E2C" w:rsidRPr="00E05E2C" w:rsidRDefault="00E05E2C" w:rsidP="00E05E2C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E05E2C">
        <w:rPr>
          <w:rFonts w:cstheme="minorHAnsi"/>
          <w:lang w:eastAsia="pl-PL"/>
        </w:rPr>
        <w:t>posiadają świadectwo kwalifikacyjne grupy D – 1 osoba,</w:t>
      </w:r>
    </w:p>
    <w:p w14:paraId="28DB6605" w14:textId="77777777" w:rsidR="00E05E2C" w:rsidRPr="00E05E2C" w:rsidRDefault="00E05E2C" w:rsidP="00E05E2C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E05E2C">
        <w:rPr>
          <w:rFonts w:cstheme="minorHAnsi"/>
          <w:lang w:eastAsia="pl-PL"/>
        </w:rPr>
        <w:t>posiadają świadectwo kwalifikacyjne grupy E – 4 osoby,</w:t>
      </w:r>
    </w:p>
    <w:p w14:paraId="03E59214" w14:textId="77777777" w:rsidR="00E05E2C" w:rsidRPr="00E05E2C" w:rsidRDefault="00E05E2C" w:rsidP="00E05E2C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E05E2C">
        <w:rPr>
          <w:rFonts w:cstheme="minorHAnsi"/>
          <w:lang w:eastAsia="pl-PL"/>
        </w:rPr>
        <w:t>co najmniej jedną osobą posiadającą uprawnienia budowlane do projektowania (uprawnienia z aktualną przynależnością do właściwej Okręgowej Izby Inżynierów Budownictwa) adekwatne do zakresu i rodzaju prac projektowych przewidzianych do realizacji zadania określonego w Specyfikacji Technicznej (załącznik nr 1.7 do SWZ) tj. w specjalności instalacyjnej w zakresie sieci, instalacji i urządzeń elektrycznych i elektroenergetycznych,</w:t>
      </w:r>
    </w:p>
    <w:p w14:paraId="5222CD7A" w14:textId="1921CEF4" w:rsidR="000855FF" w:rsidRPr="00B62B74" w:rsidRDefault="00E05E2C" w:rsidP="00E05E2C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E05E2C">
        <w:rPr>
          <w:rFonts w:cstheme="minorHAnsi"/>
          <w:lang w:eastAsia="pl-PL"/>
        </w:rPr>
        <w:t>co najmniej jedną osobą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(załącznik nr 1.7 do SWZ) tj. w specjalności instalacyjnej w zakresie sieci, instalacji i urządzeń elektrycznych i elektroenergetycznych</w:t>
      </w:r>
      <w:r w:rsidR="00B62B74" w:rsidRPr="00B62B74">
        <w:rPr>
          <w:rFonts w:cstheme="minorHAnsi"/>
          <w:lang w:eastAsia="pl-PL"/>
        </w:rPr>
        <w:t>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1D0124DB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2C77CB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E05E2C">
            <w:rPr>
              <w:rFonts w:asciiTheme="majorHAnsi" w:hAnsiTheme="majorHAnsi"/>
              <w:color w:val="000000" w:themeColor="text1"/>
              <w:sz w:val="14"/>
              <w:szCs w:val="18"/>
            </w:rPr>
            <w:t>435</w:t>
          </w: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A11A5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61A6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77CB"/>
    <w:rsid w:val="002D4CAD"/>
    <w:rsid w:val="002F10CA"/>
    <w:rsid w:val="002F4B1B"/>
    <w:rsid w:val="00303C67"/>
    <w:rsid w:val="00310CB3"/>
    <w:rsid w:val="003170A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622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0C78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4291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5E2C"/>
    <w:rsid w:val="00E12F47"/>
    <w:rsid w:val="00E16545"/>
    <w:rsid w:val="00E2123D"/>
    <w:rsid w:val="00E30B4B"/>
    <w:rsid w:val="00E33932"/>
    <w:rsid w:val="00E413AB"/>
    <w:rsid w:val="00E41451"/>
    <w:rsid w:val="00E45F98"/>
    <w:rsid w:val="00E55128"/>
    <w:rsid w:val="00E56B47"/>
    <w:rsid w:val="00E65CFB"/>
    <w:rsid w:val="00E66F4B"/>
    <w:rsid w:val="00E706C2"/>
    <w:rsid w:val="00E7152A"/>
    <w:rsid w:val="00E72CD1"/>
    <w:rsid w:val="00E8041E"/>
    <w:rsid w:val="00E87280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058F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POST/DYS/OLD/GZ/04435/2025                        </dmsv2SWPP2ObjectNumber>
    <dmsv2SWPP2SumMD5 xmlns="http://schemas.microsoft.com/sharepoint/v3">7f6c20a0422290dca672da47e9347b60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701318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23965480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JEUP5JKVCYQC-91331814-18245</_dlc_DocId>
    <_dlc_DocIdUrl xmlns="a19cb1c7-c5c7-46d4-85ae-d83685407bba">
      <Url>https://swpp2.dms.gkpge.pl/sites/41/_layouts/15/DocIdRedir.aspx?ID=JEUP5JKVCYQC-91331814-18245</Url>
      <Description>JEUP5JKVCYQC-91331814-18245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744F89-31B8-4701-9983-5A5A59F03844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3D4CBF-DCB4-4E0E-89B8-D9D44F0B0E3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24</cp:revision>
  <cp:lastPrinted>2024-07-15T11:21:00Z</cp:lastPrinted>
  <dcterms:created xsi:type="dcterms:W3CDTF">2025-01-15T13:15:00Z</dcterms:created>
  <dcterms:modified xsi:type="dcterms:W3CDTF">2025-12-10T06:02:00Z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6ad641b0-21f8-448b-9f49-08f6781c4667</vt:lpwstr>
  </property>
</Properties>
</file>